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02" w:rsidRPr="004B7629" w:rsidRDefault="004D4502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right" w:tblpY="1"/>
        <w:tblOverlap w:val="never"/>
        <w:tblW w:w="4394" w:type="dxa"/>
        <w:tblLook w:val="00A0"/>
      </w:tblPr>
      <w:tblGrid>
        <w:gridCol w:w="4394"/>
      </w:tblGrid>
      <w:tr w:rsidR="004D4502" w:rsidRPr="00AC39E7">
        <w:tc>
          <w:tcPr>
            <w:tcW w:w="4394" w:type="dxa"/>
          </w:tcPr>
          <w:p w:rsidR="004D4502" w:rsidRPr="00614144" w:rsidRDefault="004D4502" w:rsidP="0055549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Приложение</w:t>
            </w:r>
          </w:p>
          <w:p w:rsidR="004D4502" w:rsidRPr="00AC39E7" w:rsidRDefault="004D4502" w:rsidP="00555499">
            <w:pPr>
              <w:tabs>
                <w:tab w:val="left" w:pos="132"/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9E7">
              <w:rPr>
                <w:rFonts w:ascii="Times New Roman" w:hAnsi="Times New Roman" w:cs="Times New Roman"/>
                <w:sz w:val="24"/>
                <w:szCs w:val="24"/>
              </w:rPr>
              <w:t xml:space="preserve">            к решению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Симонтовского</w:t>
            </w:r>
          </w:p>
          <w:p w:rsidR="004D4502" w:rsidRPr="00AC39E7" w:rsidRDefault="004D4502" w:rsidP="00555499">
            <w:pPr>
              <w:tabs>
                <w:tab w:val="left" w:pos="132"/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9E7">
              <w:rPr>
                <w:rFonts w:ascii="Times New Roman" w:hAnsi="Times New Roman" w:cs="Times New Roman"/>
                <w:sz w:val="24"/>
                <w:szCs w:val="24"/>
              </w:rPr>
              <w:t xml:space="preserve">          сельского Совета народных                        </w:t>
            </w:r>
          </w:p>
          <w:p w:rsidR="004D4502" w:rsidRPr="00AC39E7" w:rsidRDefault="004D4502" w:rsidP="00555499">
            <w:pPr>
              <w:tabs>
                <w:tab w:val="left" w:pos="132"/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9E7">
              <w:rPr>
                <w:rFonts w:ascii="Times New Roman" w:hAnsi="Times New Roman" w:cs="Times New Roman"/>
                <w:sz w:val="24"/>
                <w:szCs w:val="24"/>
              </w:rPr>
              <w:t xml:space="preserve">          депутатов</w:t>
            </w:r>
          </w:p>
          <w:p w:rsidR="004D4502" w:rsidRPr="00614144" w:rsidRDefault="004D4502" w:rsidP="00555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9E7">
              <w:rPr>
                <w:rFonts w:ascii="Times New Roman" w:hAnsi="Times New Roman" w:cs="Times New Roman"/>
                <w:sz w:val="24"/>
                <w:szCs w:val="24"/>
              </w:rPr>
              <w:t xml:space="preserve">          от  24.09.2019г № 1/1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4D4502" w:rsidRPr="004B7629" w:rsidRDefault="004D4502" w:rsidP="004B7629">
      <w:pPr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36"/>
          <w:szCs w:val="36"/>
        </w:rPr>
      </w:pPr>
      <w:r w:rsidRPr="004B7629">
        <w:rPr>
          <w:rFonts w:ascii="Times New Roman" w:hAnsi="Times New Roman" w:cs="Times New Roman"/>
          <w:b/>
          <w:bCs/>
          <w:sz w:val="36"/>
          <w:szCs w:val="36"/>
        </w:rPr>
        <w:t>Объявление</w:t>
      </w:r>
    </w:p>
    <w:p w:rsidR="004D4502" w:rsidRDefault="004D4502" w:rsidP="004B7629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проведении К</w:t>
      </w:r>
      <w:r w:rsidRPr="004B7629">
        <w:rPr>
          <w:rFonts w:ascii="Times New Roman" w:hAnsi="Times New Roman" w:cs="Times New Roman"/>
          <w:b/>
          <w:bCs/>
          <w:sz w:val="24"/>
          <w:szCs w:val="24"/>
        </w:rPr>
        <w:t xml:space="preserve">онкурса на замещение должности главы </w:t>
      </w:r>
    </w:p>
    <w:p w:rsidR="004D4502" w:rsidRDefault="004D4502" w:rsidP="004B7629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Симонтовской   </w:t>
      </w:r>
      <w:r w:rsidRPr="004B7629">
        <w:rPr>
          <w:rFonts w:ascii="Times New Roman" w:hAnsi="Times New Roman" w:cs="Times New Roman"/>
          <w:b/>
          <w:bCs/>
          <w:sz w:val="24"/>
          <w:szCs w:val="24"/>
        </w:rPr>
        <w:t xml:space="preserve">сельской администрации 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7629">
        <w:rPr>
          <w:rFonts w:ascii="Times New Roman" w:hAnsi="Times New Roman" w:cs="Times New Roman"/>
          <w:b/>
          <w:bCs/>
          <w:sz w:val="24"/>
          <w:szCs w:val="24"/>
        </w:rPr>
        <w:t>и о п</w:t>
      </w:r>
      <w:r>
        <w:rPr>
          <w:rFonts w:ascii="Times New Roman" w:hAnsi="Times New Roman" w:cs="Times New Roman"/>
          <w:b/>
          <w:bCs/>
          <w:sz w:val="24"/>
          <w:szCs w:val="24"/>
        </w:rPr>
        <w:t>риеме документов для участия в К</w:t>
      </w:r>
      <w:r w:rsidRPr="004B7629">
        <w:rPr>
          <w:rFonts w:ascii="Times New Roman" w:hAnsi="Times New Roman" w:cs="Times New Roman"/>
          <w:b/>
          <w:bCs/>
          <w:sz w:val="24"/>
          <w:szCs w:val="24"/>
        </w:rPr>
        <w:t xml:space="preserve">онкурсе 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19"/>
        <w:jc w:val="center"/>
        <w:rPr>
          <w:rFonts w:ascii="Times New Roman" w:hAnsi="Times New Roman" w:cs="Times New Roman"/>
          <w:sz w:val="24"/>
          <w:szCs w:val="24"/>
        </w:rPr>
      </w:pPr>
    </w:p>
    <w:p w:rsidR="004D4502" w:rsidRPr="004B7629" w:rsidRDefault="004D4502" w:rsidP="004B7629">
      <w:pPr>
        <w:shd w:val="clear" w:color="auto" w:fill="FFFFFF"/>
        <w:spacing w:after="0" w:line="240" w:lineRule="auto"/>
        <w:ind w:left="10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Симонтовский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сельский Совет народных депутатов объявляет о проведении конкурса на замещение должности главы</w:t>
      </w:r>
      <w:r>
        <w:rPr>
          <w:rFonts w:ascii="Times New Roman" w:hAnsi="Times New Roman" w:cs="Times New Roman"/>
          <w:sz w:val="24"/>
          <w:szCs w:val="24"/>
        </w:rPr>
        <w:t xml:space="preserve"> Симонтовской 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сельской администрации.</w:t>
      </w:r>
    </w:p>
    <w:p w:rsidR="004D4502" w:rsidRDefault="004D4502" w:rsidP="004B7629">
      <w:pPr>
        <w:shd w:val="clear" w:color="auto" w:fill="FFFFFF"/>
        <w:tabs>
          <w:tab w:val="left" w:pos="7824"/>
        </w:tabs>
        <w:spacing w:after="0" w:line="240" w:lineRule="auto"/>
        <w:ind w:left="1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Конкурс</w:t>
      </w:r>
      <w:r>
        <w:rPr>
          <w:rFonts w:ascii="Times New Roman" w:hAnsi="Times New Roman" w:cs="Times New Roman"/>
          <w:sz w:val="24"/>
          <w:szCs w:val="24"/>
        </w:rPr>
        <w:t xml:space="preserve"> состоится</w:t>
      </w:r>
      <w:r w:rsidRPr="004B76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 октября 2019</w:t>
      </w:r>
      <w:r w:rsidRPr="00317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5844">
        <w:rPr>
          <w:rFonts w:ascii="Times New Roman" w:hAnsi="Times New Roman" w:cs="Times New Roman"/>
          <w:sz w:val="24"/>
          <w:szCs w:val="24"/>
        </w:rPr>
        <w:t>года в</w:t>
      </w: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215844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00</w:t>
      </w:r>
      <w:r w:rsidRPr="00215844">
        <w:rPr>
          <w:rFonts w:ascii="Times New Roman" w:hAnsi="Times New Roman" w:cs="Times New Roman"/>
          <w:sz w:val="24"/>
          <w:szCs w:val="24"/>
        </w:rPr>
        <w:t xml:space="preserve">минут в здании </w:t>
      </w:r>
      <w:r>
        <w:rPr>
          <w:rFonts w:ascii="Times New Roman" w:hAnsi="Times New Roman" w:cs="Times New Roman"/>
          <w:sz w:val="24"/>
          <w:szCs w:val="24"/>
        </w:rPr>
        <w:t xml:space="preserve">Симонтовской </w:t>
      </w:r>
      <w:r w:rsidRPr="00215844">
        <w:rPr>
          <w:rFonts w:ascii="Times New Roman" w:hAnsi="Times New Roman" w:cs="Times New Roman"/>
          <w:sz w:val="24"/>
          <w:szCs w:val="24"/>
        </w:rPr>
        <w:t>сельской администрации</w:t>
      </w:r>
      <w:r w:rsidRPr="00317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>Брянская область, Мглинский район,</w:t>
      </w:r>
    </w:p>
    <w:p w:rsidR="004D4502" w:rsidRPr="004B7629" w:rsidRDefault="004D4502" w:rsidP="0078313C">
      <w:pPr>
        <w:shd w:val="clear" w:color="auto" w:fill="FFFFFF"/>
        <w:tabs>
          <w:tab w:val="left" w:pos="78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с.Симонтовка,ул. Цветочная, д.1.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right="1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Конкурс проводится в соответствии с Федеральным законом от 06.10.2003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                                  № 131-Ф3 «Об общих принципах организации местного самоуправления в Российской Федерации», Федеральным законом от 02.03.2007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 № 25-ФЗ «О муниципальной службе в Российской Федерации», Законом Брянской области от 16.11.2007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№ 156-З «О муниципальной службе в Брянской области», решением </w:t>
      </w:r>
      <w:r>
        <w:rPr>
          <w:rFonts w:ascii="Times New Roman" w:hAnsi="Times New Roman" w:cs="Times New Roman"/>
          <w:sz w:val="24"/>
          <w:szCs w:val="24"/>
        </w:rPr>
        <w:t>Симонтовского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сельского Совета народных депутатов от </w:t>
      </w:r>
      <w:r>
        <w:rPr>
          <w:rFonts w:ascii="Times New Roman" w:hAnsi="Times New Roman" w:cs="Times New Roman"/>
          <w:sz w:val="24"/>
          <w:szCs w:val="24"/>
        </w:rPr>
        <w:t>24.09.2019г №1/16 «О принятии П</w:t>
      </w:r>
      <w:r w:rsidRPr="004B7629">
        <w:rPr>
          <w:rFonts w:ascii="Times New Roman" w:hAnsi="Times New Roman" w:cs="Times New Roman"/>
          <w:sz w:val="24"/>
          <w:szCs w:val="24"/>
        </w:rPr>
        <w:t>оложения о</w:t>
      </w:r>
      <w:r>
        <w:rPr>
          <w:rFonts w:ascii="Times New Roman" w:hAnsi="Times New Roman" w:cs="Times New Roman"/>
          <w:sz w:val="24"/>
          <w:szCs w:val="24"/>
        </w:rPr>
        <w:t xml:space="preserve"> порядке и условиях проведения К</w:t>
      </w:r>
      <w:r w:rsidRPr="004B7629">
        <w:rPr>
          <w:rFonts w:ascii="Times New Roman" w:hAnsi="Times New Roman" w:cs="Times New Roman"/>
          <w:sz w:val="24"/>
          <w:szCs w:val="24"/>
        </w:rPr>
        <w:t>онкурса на замещение должности главы</w:t>
      </w:r>
      <w:r w:rsidRPr="00A92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Симонтовской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сельской администрации». 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right="2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Право на участие в конкурсе имеет гражданин Российской Федерации не моложе                 25 лет, с отсутствием непогашенной или неснятой судимости, имеющий высшее профессиональное образование.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2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 xml:space="preserve">Гражданин не может быть назначен на должность главы </w:t>
      </w:r>
      <w:r>
        <w:rPr>
          <w:rFonts w:ascii="Times New Roman" w:hAnsi="Times New Roman" w:cs="Times New Roman"/>
          <w:sz w:val="24"/>
          <w:szCs w:val="24"/>
        </w:rPr>
        <w:t>Симонтовской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супругов) с главой </w:t>
      </w:r>
      <w:r>
        <w:rPr>
          <w:rFonts w:ascii="Times New Roman" w:hAnsi="Times New Roman" w:cs="Times New Roman"/>
          <w:sz w:val="24"/>
          <w:szCs w:val="24"/>
        </w:rPr>
        <w:t>Симонтовского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2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 xml:space="preserve">Кроме того, к кандидату на должность главы </w:t>
      </w:r>
      <w:r>
        <w:rPr>
          <w:rFonts w:ascii="Times New Roman" w:hAnsi="Times New Roman" w:cs="Times New Roman"/>
          <w:sz w:val="24"/>
          <w:szCs w:val="24"/>
        </w:rPr>
        <w:t>Симонтовской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сельской администрации предъявляются следующие требования: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- знание Конституции Российской Федерации, Федерального закона от 06.10.2003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                 № 131-Ф3 «Об общих принципах организации местного самоуправ</w:t>
      </w:r>
      <w:r>
        <w:rPr>
          <w:rFonts w:ascii="Times New Roman" w:hAnsi="Times New Roman" w:cs="Times New Roman"/>
          <w:sz w:val="24"/>
          <w:szCs w:val="24"/>
        </w:rPr>
        <w:t>ления в Российской Федерации», Ф</w:t>
      </w:r>
      <w:r w:rsidRPr="004B7629">
        <w:rPr>
          <w:rFonts w:ascii="Times New Roman" w:hAnsi="Times New Roman" w:cs="Times New Roman"/>
          <w:sz w:val="24"/>
          <w:szCs w:val="24"/>
        </w:rPr>
        <w:t xml:space="preserve">едеральных законов, которыми органы местного самоуправления наделяются отдельными государственными полномочиями, Устава Брянской области, законов Брянской области, которыми органы местного самоуправления наделяются </w:t>
      </w:r>
      <w:r w:rsidRPr="004B7629">
        <w:rPr>
          <w:rFonts w:ascii="Times New Roman" w:hAnsi="Times New Roman" w:cs="Times New Roman"/>
          <w:spacing w:val="-2"/>
          <w:sz w:val="24"/>
          <w:szCs w:val="24"/>
        </w:rPr>
        <w:t xml:space="preserve">отдельными государственными полномочиями,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Устава Мглинского муниципального района, </w:t>
      </w:r>
      <w:r w:rsidRPr="004B7629">
        <w:rPr>
          <w:rFonts w:ascii="Times New Roman" w:hAnsi="Times New Roman" w:cs="Times New Roman"/>
          <w:spacing w:val="-2"/>
          <w:sz w:val="24"/>
          <w:szCs w:val="24"/>
        </w:rPr>
        <w:t xml:space="preserve">Устава </w:t>
      </w:r>
      <w:r>
        <w:rPr>
          <w:rFonts w:ascii="Times New Roman" w:hAnsi="Times New Roman" w:cs="Times New Roman"/>
          <w:sz w:val="24"/>
          <w:szCs w:val="24"/>
        </w:rPr>
        <w:t xml:space="preserve">Симонтовского 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B762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Граждане, изъявившие желание участвовать в конкурсе, лично представляют в установленные сроки в конкурсную комиссию</w:t>
      </w:r>
      <w:r>
        <w:rPr>
          <w:rFonts w:ascii="Times New Roman" w:hAnsi="Times New Roman" w:cs="Times New Roman"/>
          <w:sz w:val="24"/>
          <w:szCs w:val="24"/>
        </w:rPr>
        <w:t xml:space="preserve"> не позднее 12 октября 2019 года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1) личное заявление;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2) собственноручно заполненная и подписанная анкета по форме утвержденной Правительством Российской Федерации, с приложением фотографии (4х6см);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3) автобиография;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4) копия паспорта или заменяющего его документа (соответствующий документ предъявляется лично по прибытии на конкурс);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5) документы, подтверждающие наличие высшего образования: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- копия трудовой книжки,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- копии документов об образовании и квалификации, а также, по желанию гражданина,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6)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по форме справки, утвержденной Указом Президента РФ от 23.06.2014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№ 460;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7) заключение медицинской организации об отсутствии заболевания, препятствующего поступлению на муниципальную службу по установленной форме 001-ГС/у;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8) справка о наличии (отсутствии) судимости и (или) факта уголовного преследования либо о прекращении уголовного преследования.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4B7629">
        <w:rPr>
          <w:rFonts w:ascii="Times New Roman" w:hAnsi="Times New Roman" w:cs="Times New Roman"/>
          <w:sz w:val="24"/>
          <w:szCs w:val="24"/>
        </w:rPr>
        <w:t>) согласие в письменной форме на обработку персональных данных, оформленное с соблюде</w:t>
      </w:r>
      <w:r>
        <w:rPr>
          <w:rFonts w:ascii="Times New Roman" w:hAnsi="Times New Roman" w:cs="Times New Roman"/>
          <w:sz w:val="24"/>
          <w:szCs w:val="24"/>
        </w:rPr>
        <w:t>нием требований, предусмотренных</w:t>
      </w:r>
      <w:r w:rsidRPr="004B7629">
        <w:rPr>
          <w:rFonts w:ascii="Times New Roman" w:hAnsi="Times New Roman" w:cs="Times New Roman"/>
          <w:sz w:val="24"/>
          <w:szCs w:val="24"/>
        </w:rPr>
        <w:t xml:space="preserve"> Федеральным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B7629">
        <w:rPr>
          <w:rFonts w:ascii="Times New Roman" w:hAnsi="Times New Roman" w:cs="Times New Roman"/>
          <w:sz w:val="24"/>
          <w:szCs w:val="24"/>
        </w:rPr>
        <w:t xml:space="preserve"> «О персональных данных»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4502" w:rsidRPr="004B7629" w:rsidRDefault="004D4502" w:rsidP="004B7629">
      <w:pPr>
        <w:shd w:val="clear" w:color="auto" w:fill="FFFFFF"/>
        <w:spacing w:after="0" w:line="240" w:lineRule="auto"/>
        <w:ind w:left="106" w:right="168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Конкурсант может представить другие документы, характеризующие его профессиональную подготовку.</w:t>
      </w:r>
    </w:p>
    <w:p w:rsidR="004D4502" w:rsidRPr="00EB002A" w:rsidRDefault="004D4502" w:rsidP="00EB002A">
      <w:pPr>
        <w:shd w:val="clear" w:color="auto" w:fill="FFFFFF"/>
        <w:tabs>
          <w:tab w:val="left" w:pos="720"/>
          <w:tab w:val="left" w:pos="989"/>
        </w:tabs>
        <w:spacing w:after="0" w:line="240" w:lineRule="auto"/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2A">
        <w:rPr>
          <w:rFonts w:ascii="Times New Roman" w:hAnsi="Times New Roman" w:cs="Times New Roman"/>
          <w:color w:val="000000"/>
          <w:sz w:val="24"/>
          <w:szCs w:val="24"/>
        </w:rPr>
        <w:tab/>
        <w:t>Указанные документы представляются в конкурсную комиссию в течение 15 дней со дня опубликования объявления о проведении конкурса в районной газете «Мглинские вести» и на сайте администрации Мглинского района в информационно-телекоммуникационной сети «Интернет».</w:t>
      </w:r>
    </w:p>
    <w:p w:rsidR="004D4502" w:rsidRPr="00EB002A" w:rsidRDefault="004D4502" w:rsidP="00EB002A">
      <w:pPr>
        <w:shd w:val="clear" w:color="auto" w:fill="FFFFFF"/>
        <w:tabs>
          <w:tab w:val="left" w:pos="720"/>
          <w:tab w:val="left" w:pos="989"/>
        </w:tabs>
        <w:spacing w:after="0" w:line="240" w:lineRule="auto"/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2A">
        <w:rPr>
          <w:rFonts w:ascii="Times New Roman" w:hAnsi="Times New Roman" w:cs="Times New Roman"/>
          <w:color w:val="000000"/>
          <w:sz w:val="24"/>
          <w:szCs w:val="24"/>
        </w:rPr>
        <w:t xml:space="preserve"> 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допуске к участию в конкурсе.</w:t>
      </w:r>
    </w:p>
    <w:p w:rsidR="004D4502" w:rsidRPr="00EB002A" w:rsidRDefault="004D4502" w:rsidP="00EB002A">
      <w:pPr>
        <w:shd w:val="clear" w:color="auto" w:fill="FFFFFF"/>
        <w:tabs>
          <w:tab w:val="left" w:pos="720"/>
          <w:tab w:val="left" w:pos="1042"/>
        </w:tabs>
        <w:spacing w:after="0" w:line="240" w:lineRule="auto"/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2A">
        <w:rPr>
          <w:rFonts w:ascii="Times New Roman" w:hAnsi="Times New Roman" w:cs="Times New Roman"/>
          <w:color w:val="000000"/>
          <w:sz w:val="24"/>
          <w:szCs w:val="24"/>
        </w:rPr>
        <w:tab/>
        <w:t>На основании представленных документов конкурсная комиссия  в течение 3-х дней со дня окончания срока подачи документов принимает решение о допуске к участию в конкурсе.</w:t>
      </w:r>
    </w:p>
    <w:p w:rsidR="004D4502" w:rsidRPr="004B7629" w:rsidRDefault="004D4502" w:rsidP="00EB002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B7629">
        <w:rPr>
          <w:rFonts w:ascii="Times New Roman" w:hAnsi="Times New Roman" w:cs="Times New Roman"/>
          <w:sz w:val="24"/>
          <w:szCs w:val="24"/>
        </w:rPr>
        <w:t>Основанием для отказа гражданину в допуске к участию в конкурсе может быть:</w:t>
      </w:r>
    </w:p>
    <w:p w:rsidR="004D4502" w:rsidRPr="004B7629" w:rsidRDefault="004D4502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несвоевременное представление необходимых для участия в конкурсе документов, или с нарушением правил оформления, или ненадлежащим образом;</w:t>
      </w:r>
    </w:p>
    <w:p w:rsidR="004D4502" w:rsidRPr="004B7629" w:rsidRDefault="004D4502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представление недостоверных или неполных сведений;</w:t>
      </w:r>
    </w:p>
    <w:p w:rsidR="004D4502" w:rsidRPr="004B7629" w:rsidRDefault="004D4502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представление подложных документов или заведомо ложных сведений;</w:t>
      </w:r>
    </w:p>
    <w:p w:rsidR="004D4502" w:rsidRPr="004B7629" w:rsidRDefault="004D4502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несоответствие квалификационным требованиям для замещения должности главы администрации, а также в связи с ограничениями,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:rsidR="004D4502" w:rsidRPr="00EB002A" w:rsidRDefault="004D4502" w:rsidP="00EB002A">
      <w:pPr>
        <w:shd w:val="clear" w:color="auto" w:fill="FFFFFF"/>
        <w:tabs>
          <w:tab w:val="left" w:pos="720"/>
        </w:tabs>
        <w:spacing w:after="0" w:line="240" w:lineRule="auto"/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2A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7-ми дней с момента принятия решения о допуске к участию в конкурсе проводится проверка знаний Конституции Российской Федерации, Федерального закона «Об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Устава Брянской области, законов Брянской области, которыми органы местного самоуправления наделяются отдельными государственными по</w:t>
      </w:r>
      <w:r>
        <w:rPr>
          <w:rFonts w:ascii="Times New Roman" w:hAnsi="Times New Roman" w:cs="Times New Roman"/>
          <w:color w:val="000000"/>
          <w:sz w:val="24"/>
          <w:szCs w:val="24"/>
        </w:rPr>
        <w:t>лномочиями, Устава Симонтовского</w:t>
      </w:r>
      <w:r w:rsidRPr="00EB002A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в форме собеседования.</w:t>
      </w:r>
    </w:p>
    <w:p w:rsidR="004D4502" w:rsidRDefault="004D4502" w:rsidP="00EB002A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 xml:space="preserve">После рассмотрения документов конкурсная комиссия оценивает кандидатов и проводит конкурсный  отбор,  в результате  которого  представляет  </w:t>
      </w:r>
      <w:r>
        <w:rPr>
          <w:rFonts w:ascii="Times New Roman" w:hAnsi="Times New Roman" w:cs="Times New Roman"/>
          <w:sz w:val="24"/>
          <w:szCs w:val="24"/>
        </w:rPr>
        <w:t>Симонтовскому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сельскому Сове</w:t>
      </w:r>
      <w:r>
        <w:rPr>
          <w:rFonts w:ascii="Times New Roman" w:hAnsi="Times New Roman" w:cs="Times New Roman"/>
          <w:sz w:val="24"/>
          <w:szCs w:val="24"/>
        </w:rPr>
        <w:t>ту народных депутатов кандидата</w:t>
      </w:r>
      <w:r w:rsidRPr="004B7629">
        <w:rPr>
          <w:rFonts w:ascii="Times New Roman" w:hAnsi="Times New Roman" w:cs="Times New Roman"/>
          <w:sz w:val="24"/>
          <w:szCs w:val="24"/>
        </w:rPr>
        <w:t xml:space="preserve">(ов) на должность главы </w:t>
      </w:r>
      <w:r>
        <w:rPr>
          <w:rFonts w:ascii="Times New Roman" w:hAnsi="Times New Roman" w:cs="Times New Roman"/>
          <w:sz w:val="24"/>
          <w:szCs w:val="24"/>
        </w:rPr>
        <w:t xml:space="preserve">Симонтовской </w:t>
      </w:r>
      <w:r w:rsidRPr="004B7629">
        <w:rPr>
          <w:rFonts w:ascii="Times New Roman" w:hAnsi="Times New Roman" w:cs="Times New Roman"/>
          <w:sz w:val="24"/>
          <w:szCs w:val="24"/>
        </w:rPr>
        <w:t xml:space="preserve">сельской администрации.  </w:t>
      </w:r>
    </w:p>
    <w:p w:rsidR="004D4502" w:rsidRPr="00EB002A" w:rsidRDefault="004D4502" w:rsidP="00EB002A">
      <w:pPr>
        <w:shd w:val="clear" w:color="auto" w:fill="FFFFFF"/>
        <w:tabs>
          <w:tab w:val="left" w:pos="720"/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2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Документы, необходимые для участия в конкурсе, принимаются по адресу: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Брянская область ,Мглинский район, с.Симонтовка, ул. Цветочная,д.1</w:t>
      </w:r>
      <w:r w:rsidRPr="00EB002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в рабочие дни с 9-00 час. до 17-00 час., (в пятницу с 9-00 до 16-00), перерыв с 13-00 до 14-00 час., выходные дни – суббота и воскресенье</w:t>
      </w:r>
      <w:r w:rsidRPr="00EB002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D4502" w:rsidRPr="00EB002A" w:rsidRDefault="004D4502" w:rsidP="00EB002A">
      <w:pPr>
        <w:shd w:val="clear" w:color="auto" w:fill="FFFFFF"/>
        <w:tabs>
          <w:tab w:val="left" w:pos="720"/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2A">
        <w:rPr>
          <w:rFonts w:ascii="Times New Roman" w:hAnsi="Times New Roman" w:cs="Times New Roman"/>
          <w:color w:val="000000"/>
          <w:sz w:val="24"/>
          <w:szCs w:val="24"/>
        </w:rPr>
        <w:t xml:space="preserve">          Расходы, связанные с участием в конкурсе (проезд к месту проведения конкурса и обратно, наем жилого помещения, проживание, пользование услугами  связи и другие), осуществляются кандидатами за счет собственных средств.</w:t>
      </w:r>
    </w:p>
    <w:p w:rsidR="004D4502" w:rsidRPr="00EB002A" w:rsidRDefault="004D4502" w:rsidP="00EB002A">
      <w:pPr>
        <w:shd w:val="clear" w:color="auto" w:fill="FFFFFF"/>
        <w:tabs>
          <w:tab w:val="left" w:pos="720"/>
          <w:tab w:val="left" w:pos="104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7CE5">
        <w:rPr>
          <w:color w:val="000000"/>
          <w:sz w:val="24"/>
          <w:szCs w:val="24"/>
        </w:rPr>
        <w:t xml:space="preserve">          </w:t>
      </w:r>
      <w:r w:rsidRPr="00EB002A">
        <w:rPr>
          <w:rFonts w:ascii="Times New Roman" w:hAnsi="Times New Roman" w:cs="Times New Roman"/>
          <w:color w:val="000000"/>
          <w:sz w:val="24"/>
          <w:szCs w:val="24"/>
        </w:rPr>
        <w:t>Подробную информацию о конкурсе можно получить по телефону</w:t>
      </w:r>
      <w:r>
        <w:rPr>
          <w:rFonts w:ascii="Times New Roman" w:hAnsi="Times New Roman" w:cs="Times New Roman"/>
          <w:color w:val="000000"/>
          <w:sz w:val="24"/>
          <w:szCs w:val="24"/>
        </w:rPr>
        <w:t>(48339 )93590.</w:t>
      </w:r>
    </w:p>
    <w:sectPr w:rsidR="004D4502" w:rsidRPr="00EB002A" w:rsidSect="00A71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6050D"/>
    <w:multiLevelType w:val="hybridMultilevel"/>
    <w:tmpl w:val="C50AAA6E"/>
    <w:lvl w:ilvl="0" w:tplc="B05C42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629"/>
    <w:rsid w:val="0003069A"/>
    <w:rsid w:val="00086E31"/>
    <w:rsid w:val="000962EC"/>
    <w:rsid w:val="00106297"/>
    <w:rsid w:val="001625BB"/>
    <w:rsid w:val="001D49FB"/>
    <w:rsid w:val="001F7EFD"/>
    <w:rsid w:val="00213915"/>
    <w:rsid w:val="00215844"/>
    <w:rsid w:val="00244919"/>
    <w:rsid w:val="00260127"/>
    <w:rsid w:val="002A537F"/>
    <w:rsid w:val="00317F40"/>
    <w:rsid w:val="003C0B0D"/>
    <w:rsid w:val="003E5CC8"/>
    <w:rsid w:val="0041588C"/>
    <w:rsid w:val="004574FB"/>
    <w:rsid w:val="004B7629"/>
    <w:rsid w:val="004C4AD1"/>
    <w:rsid w:val="004D4502"/>
    <w:rsid w:val="00510C1C"/>
    <w:rsid w:val="00555499"/>
    <w:rsid w:val="00575D83"/>
    <w:rsid w:val="00614144"/>
    <w:rsid w:val="006423C9"/>
    <w:rsid w:val="006B05C3"/>
    <w:rsid w:val="00737CE5"/>
    <w:rsid w:val="0078313C"/>
    <w:rsid w:val="00880190"/>
    <w:rsid w:val="0091639D"/>
    <w:rsid w:val="00967411"/>
    <w:rsid w:val="00974003"/>
    <w:rsid w:val="009E2FC6"/>
    <w:rsid w:val="009E30E3"/>
    <w:rsid w:val="00A06DB4"/>
    <w:rsid w:val="00A71DE0"/>
    <w:rsid w:val="00A928E7"/>
    <w:rsid w:val="00AC3980"/>
    <w:rsid w:val="00AC39E7"/>
    <w:rsid w:val="00B40EB6"/>
    <w:rsid w:val="00BA71B3"/>
    <w:rsid w:val="00BC323D"/>
    <w:rsid w:val="00C04C9D"/>
    <w:rsid w:val="00C8272E"/>
    <w:rsid w:val="00CE6840"/>
    <w:rsid w:val="00DC1164"/>
    <w:rsid w:val="00E12475"/>
    <w:rsid w:val="00EB002A"/>
    <w:rsid w:val="00EE077D"/>
    <w:rsid w:val="00EF512B"/>
    <w:rsid w:val="00F20E35"/>
    <w:rsid w:val="00F23109"/>
    <w:rsid w:val="00F41A83"/>
    <w:rsid w:val="00FD081E"/>
    <w:rsid w:val="00FF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DE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4">
    <w:name w:val="p4"/>
    <w:basedOn w:val="Normal"/>
    <w:uiPriority w:val="99"/>
    <w:rsid w:val="004B7629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2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1018</Words>
  <Characters>5803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Приложение</dc:title>
  <dc:subject/>
  <dc:creator>Administrator</dc:creator>
  <cp:keywords/>
  <dc:description/>
  <cp:lastModifiedBy>Admin</cp:lastModifiedBy>
  <cp:revision>4</cp:revision>
  <cp:lastPrinted>2019-09-25T06:00:00Z</cp:lastPrinted>
  <dcterms:created xsi:type="dcterms:W3CDTF">2019-09-25T10:11:00Z</dcterms:created>
  <dcterms:modified xsi:type="dcterms:W3CDTF">2019-09-26T05:36:00Z</dcterms:modified>
</cp:coreProperties>
</file>